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B7B86">
        <w:rPr>
          <w:rFonts w:ascii="Corbel" w:hAnsi="Corbel"/>
          <w:i/>
          <w:smallCaps/>
          <w:sz w:val="24"/>
          <w:szCs w:val="24"/>
        </w:rPr>
        <w:t>2022-2027</w:t>
      </w:r>
      <w:r w:rsidR="00735EB6" w:rsidRPr="00735EB6">
        <w:rPr>
          <w:rFonts w:ascii="Corbel" w:hAnsi="Corbel"/>
          <w:i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146FC8">
        <w:rPr>
          <w:rFonts w:ascii="Corbel" w:hAnsi="Corbel"/>
          <w:i/>
          <w:sz w:val="24"/>
          <w:szCs w:val="24"/>
        </w:rPr>
        <w:t xml:space="preserve">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63B5C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422183">
        <w:rPr>
          <w:rFonts w:ascii="Corbel" w:hAnsi="Corbel"/>
          <w:sz w:val="20"/>
          <w:szCs w:val="20"/>
        </w:rPr>
        <w:t>2022</w:t>
      </w:r>
      <w:r w:rsidR="003B7B86">
        <w:rPr>
          <w:rFonts w:ascii="Corbel" w:hAnsi="Corbel"/>
          <w:sz w:val="20"/>
          <w:szCs w:val="20"/>
        </w:rPr>
        <w:t>/2023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63B5C" w:rsidRDefault="002E1D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63B5C">
              <w:rPr>
                <w:rFonts w:ascii="Corbel" w:hAnsi="Corbel"/>
                <w:sz w:val="24"/>
                <w:szCs w:val="24"/>
              </w:rPr>
              <w:t>Logika dla p</w:t>
            </w:r>
            <w:r w:rsidR="002A792D" w:rsidRPr="00363B5C">
              <w:rPr>
                <w:rFonts w:ascii="Corbel" w:hAnsi="Corbel"/>
                <w:sz w:val="24"/>
                <w:szCs w:val="24"/>
              </w:rPr>
              <w:t>rawników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A79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E1D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Prawnych, 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Pracownia Kryminologii i Kryminalistyki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64CD9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64CD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 w:rsidR="002E1D0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B64CD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B64CD9" w:rsidRPr="00B64CD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Pr="00B64CD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805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A79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A5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265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A5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265">
              <w:rPr>
                <w:rFonts w:ascii="Corbel" w:hAnsi="Corbel"/>
                <w:b w:val="0"/>
                <w:sz w:val="24"/>
                <w:szCs w:val="24"/>
              </w:rPr>
              <w:t>Dr Karol Bajda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F95E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5EAE">
              <w:rPr>
                <w:rFonts w:ascii="Corbel" w:hAnsi="Corbel"/>
                <w:b w:val="0"/>
                <w:sz w:val="24"/>
                <w:szCs w:val="24"/>
              </w:rPr>
              <w:t>Dr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hab. Mieczysław Goc, prof. UR, d</w:t>
            </w:r>
            <w:r w:rsidR="002A5265" w:rsidRPr="002A5265">
              <w:rPr>
                <w:rFonts w:ascii="Corbel" w:hAnsi="Corbel"/>
                <w:b w:val="0"/>
                <w:sz w:val="24"/>
                <w:szCs w:val="24"/>
              </w:rPr>
              <w:t>r Karol Bajda, dr Dorota Semków, mgr Izabela Kułak</w:t>
            </w:r>
          </w:p>
        </w:tc>
      </w:tr>
    </w:tbl>
    <w:p w:rsidR="0085747A" w:rsidRPr="009C54AE" w:rsidRDefault="0085747A" w:rsidP="0008543C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A52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26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221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Pr="0078054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319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331979" w:rsidP="0098448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</w:t>
      </w:r>
      <w:r w:rsidR="00780546" w:rsidRPr="00780546">
        <w:rPr>
          <w:rFonts w:ascii="Corbel" w:hAnsi="Corbel"/>
          <w:b w:val="0"/>
          <w:szCs w:val="24"/>
        </w:rPr>
        <w:t>gzamin pisemny w formie opisowo-testowej lub egzamin ustny</w:t>
      </w:r>
    </w:p>
    <w:p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363B5C" w:rsidRPr="009C54AE" w:rsidRDefault="00363B5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9844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4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:rsidR="00780546" w:rsidRDefault="0078054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363B5C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Student zdobywa wiedzę na temat zasad popraw</w:t>
            </w:r>
            <w:r w:rsidR="00B64CD9">
              <w:rPr>
                <w:rFonts w:ascii="Corbel" w:hAnsi="Corbel"/>
                <w:b w:val="0"/>
                <w:sz w:val="24"/>
                <w:szCs w:val="24"/>
              </w:rPr>
              <w:t>nego myślenia, argumentowania i </w:t>
            </w:r>
            <w:r w:rsidRPr="00984486">
              <w:rPr>
                <w:rFonts w:ascii="Corbel" w:hAnsi="Corbel"/>
                <w:b w:val="0"/>
                <w:sz w:val="24"/>
                <w:szCs w:val="24"/>
              </w:rPr>
              <w:t>formułowania myśli. Ułatwia to proces komunikowania się z innymi ludźmi. Znajomość zasad logiki wytwarza nawyk poprawnego formułowania myśli oraz ich przekazywania. Znajomość przyczyn wieloznaczności słów i wyrażeń pozwala unikać tego typu błędów w procesie komunikowania się, dzięki czemu wypowiedzi stają się bardziej jasne i precyzyjne.</w:t>
            </w:r>
          </w:p>
        </w:tc>
      </w:tr>
      <w:tr w:rsidR="00984486" w:rsidRPr="009C54AE" w:rsidTr="00923D7D">
        <w:tc>
          <w:tcPr>
            <w:tcW w:w="851" w:type="dxa"/>
            <w:vAlign w:val="center"/>
          </w:tcPr>
          <w:p w:rsidR="00984486" w:rsidRPr="009C54AE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84486" w:rsidRPr="00984486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Student zdobywa wiedzę na temat poprawnego definiowania pojęć, klasyfikacji przedmiotów i obiektów. Zdobyta wiedza pozwala precyzyjnie rozumieć metodologię poszczególnych nauk.</w:t>
            </w:r>
          </w:p>
        </w:tc>
      </w:tr>
      <w:tr w:rsidR="00984486" w:rsidRPr="009C54AE" w:rsidTr="00923D7D">
        <w:tc>
          <w:tcPr>
            <w:tcW w:w="851" w:type="dxa"/>
            <w:vAlign w:val="center"/>
          </w:tcPr>
          <w:p w:rsidR="00984486" w:rsidRPr="00984486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84486" w:rsidRPr="00984486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Student zdobywa wiedzę na temat wnioskowania i uzasadniania. W procesach wnioskowania i uzasadniania swoich opinii potrzebna jest z kolei znajomość związków wynikania jednych zdań z drugich ze względu na ich budowę. W tym przypadku pomocna okazuje się znajomość logicznych zasad wynikania i wnioskowania. Wiadomości te umożliwiają odpowiednie stosowanie posz</w:t>
            </w:r>
            <w:r w:rsidR="00321A88">
              <w:rPr>
                <w:rFonts w:ascii="Corbel" w:hAnsi="Corbel"/>
                <w:b w:val="0"/>
                <w:sz w:val="24"/>
                <w:szCs w:val="24"/>
              </w:rPr>
              <w:t>czególnych rodzajów wnioskowań</w:t>
            </w:r>
            <w:r w:rsidRPr="00984486">
              <w:rPr>
                <w:rFonts w:ascii="Corbel" w:hAnsi="Corbel"/>
                <w:b w:val="0"/>
                <w:sz w:val="24"/>
                <w:szCs w:val="24"/>
              </w:rPr>
              <w:t xml:space="preserve"> oraz rozumowań.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8178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Definiuje podstawowe terminy</w:t>
            </w:r>
            <w:r w:rsidR="00321A88" w:rsidRPr="00321A88">
              <w:rPr>
                <w:rFonts w:ascii="Corbel" w:hAnsi="Corbel"/>
                <w:b w:val="0"/>
                <w:smallCaps w:val="0"/>
                <w:szCs w:val="24"/>
              </w:rPr>
              <w:t>, którymi posługuje się logika.</w:t>
            </w:r>
          </w:p>
        </w:tc>
        <w:tc>
          <w:tcPr>
            <w:tcW w:w="1873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Zna podstawowe błędy pojawiające się w procesie komunikowania.</w:t>
            </w:r>
          </w:p>
        </w:tc>
        <w:tc>
          <w:tcPr>
            <w:tcW w:w="1873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Posiada podstawowe informacje dotyczące zasad definiowania.</w:t>
            </w:r>
          </w:p>
        </w:tc>
        <w:tc>
          <w:tcPr>
            <w:tcW w:w="1873" w:type="dxa"/>
          </w:tcPr>
          <w:p w:rsidR="0085747A" w:rsidRPr="009C54AE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17574" w:rsidRPr="00E17574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Zna podstawowe  zasady procesu uzasadniania twierdzeń.</w:t>
            </w:r>
          </w:p>
        </w:tc>
        <w:tc>
          <w:tcPr>
            <w:tcW w:w="1873" w:type="dxa"/>
          </w:tcPr>
          <w:p w:rsidR="00E17574" w:rsidRPr="00E17574" w:rsidRDefault="00321A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A8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17574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Rozumie zasady klasyfikacji rzeczy, zjawisk.</w:t>
            </w:r>
          </w:p>
        </w:tc>
        <w:tc>
          <w:tcPr>
            <w:tcW w:w="1873" w:type="dxa"/>
          </w:tcPr>
          <w:p w:rsidR="00E17574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17574" w:rsidRPr="0079291F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Opisuje bardziej precyzyjnie otaczający go świat.</w:t>
            </w:r>
          </w:p>
        </w:tc>
        <w:tc>
          <w:tcPr>
            <w:tcW w:w="1873" w:type="dxa"/>
          </w:tcPr>
          <w:p w:rsidR="00E17574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79291F" w:rsidRPr="009C54AE" w:rsidTr="005E6E85">
        <w:tc>
          <w:tcPr>
            <w:tcW w:w="1701" w:type="dxa"/>
          </w:tcPr>
          <w:p w:rsidR="0079291F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79291F" w:rsidRPr="0079291F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Konstruuje swoje wypowiedzi w sposób zwięzły, precyzyjny.</w:t>
            </w:r>
          </w:p>
        </w:tc>
        <w:tc>
          <w:tcPr>
            <w:tcW w:w="1873" w:type="dxa"/>
          </w:tcPr>
          <w:p w:rsidR="0079291F" w:rsidRPr="0079291F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K_U11, K_U12, K_U13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79291F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913914" w:rsidRPr="0079291F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Rozpoznaje błędy</w:t>
            </w:r>
            <w:r w:rsidR="0081783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</w:t>
            </w: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procesie komunikowania się ludzi.</w:t>
            </w:r>
          </w:p>
        </w:tc>
        <w:tc>
          <w:tcPr>
            <w:tcW w:w="1873" w:type="dxa"/>
          </w:tcPr>
          <w:p w:rsidR="00913914" w:rsidRPr="0079291F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Wskazuje błędy w procesie uzasadniania twierdzeń.</w:t>
            </w:r>
          </w:p>
        </w:tc>
        <w:tc>
          <w:tcPr>
            <w:tcW w:w="1873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Ocenia krytycznie wypowiedzi innych ludzi.</w:t>
            </w:r>
          </w:p>
        </w:tc>
        <w:tc>
          <w:tcPr>
            <w:tcW w:w="1873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Weryfikuje docierające do niego informacje.</w:t>
            </w:r>
          </w:p>
        </w:tc>
        <w:tc>
          <w:tcPr>
            <w:tcW w:w="1873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K_U11, K_U16</w:t>
            </w:r>
            <w:r w:rsidR="00B5662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5662E" w:rsidRPr="00B5662E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Lepiej uzasadnia prezentowane poglądy.</w:t>
            </w:r>
          </w:p>
        </w:tc>
        <w:tc>
          <w:tcPr>
            <w:tcW w:w="1873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913914" w:rsidRPr="00913914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Zbiera i porównuje uzyskiwane wiadomości.</w:t>
            </w:r>
          </w:p>
        </w:tc>
        <w:tc>
          <w:tcPr>
            <w:tcW w:w="1873" w:type="dxa"/>
          </w:tcPr>
          <w:p w:rsidR="00913914" w:rsidRPr="00913914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C75FE1" w:rsidRPr="009C54AE" w:rsidTr="005E6E85">
        <w:tc>
          <w:tcPr>
            <w:tcW w:w="1701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Rozwiązuje lepiej problemy, dzięki znajomości zasad wnioskowania i wynikania.</w:t>
            </w:r>
          </w:p>
        </w:tc>
        <w:tc>
          <w:tcPr>
            <w:tcW w:w="1873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C75FE1" w:rsidRPr="009C54AE" w:rsidTr="005E6E85">
        <w:tc>
          <w:tcPr>
            <w:tcW w:w="1701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Komunikuje się lepiej z otaczającymi go ludźmi.</w:t>
            </w:r>
          </w:p>
        </w:tc>
        <w:tc>
          <w:tcPr>
            <w:tcW w:w="1873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C75FE1" w:rsidRPr="009C54AE" w:rsidTr="005E6E85">
        <w:tc>
          <w:tcPr>
            <w:tcW w:w="1701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Dyskutuje w sposób merytoryczny.</w:t>
            </w:r>
          </w:p>
        </w:tc>
        <w:tc>
          <w:tcPr>
            <w:tcW w:w="1873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331979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  <w:r w:rsidR="0085747A" w:rsidRPr="009C54AE">
        <w:rPr>
          <w:rFonts w:ascii="Corbel" w:hAnsi="Corbel"/>
          <w:sz w:val="24"/>
          <w:szCs w:val="24"/>
        </w:rPr>
        <w:t xml:space="preserve">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D80073" w:rsidRDefault="00D800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0073">
              <w:rPr>
                <w:rFonts w:ascii="Corbel" w:hAnsi="Corbel"/>
                <w:sz w:val="24"/>
                <w:szCs w:val="24"/>
              </w:rPr>
              <w:t xml:space="preserve">Proces komunikowania się, </w:t>
            </w:r>
            <w:r w:rsidR="00471310">
              <w:rPr>
                <w:rFonts w:ascii="Corbel" w:hAnsi="Corbel"/>
                <w:sz w:val="24"/>
                <w:szCs w:val="24"/>
              </w:rPr>
              <w:t>pojęcie znaku, co to jest język. P</w:t>
            </w:r>
            <w:r w:rsidRPr="00D80073">
              <w:rPr>
                <w:rFonts w:ascii="Corbel" w:hAnsi="Corbel"/>
                <w:sz w:val="24"/>
                <w:szCs w:val="24"/>
              </w:rPr>
              <w:t>rzyczyny nieporozumień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5747A" w:rsidRPr="009C54AE" w:rsidRDefault="00D800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0073">
              <w:rPr>
                <w:rFonts w:ascii="Corbel" w:hAnsi="Corbel"/>
                <w:sz w:val="24"/>
                <w:szCs w:val="24"/>
              </w:rPr>
              <w:t>(wieloznacznoś</w:t>
            </w:r>
            <w:r w:rsidR="0081783E">
              <w:rPr>
                <w:rFonts w:ascii="Corbel" w:hAnsi="Corbel"/>
                <w:sz w:val="24"/>
                <w:szCs w:val="24"/>
              </w:rPr>
              <w:t>ć</w:t>
            </w:r>
            <w:r w:rsidRPr="00D80073">
              <w:rPr>
                <w:rFonts w:ascii="Corbel" w:hAnsi="Corbel"/>
                <w:sz w:val="24"/>
                <w:szCs w:val="24"/>
              </w:rPr>
              <w:cr/>
              <w:t xml:space="preserve"> słów, ekwiwokacja, wieloznaczność wypowiedzi złożonych, amfibologie)</w:t>
            </w:r>
            <w:r w:rsidR="0047131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D80073" w:rsidRDefault="00D800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0073">
              <w:rPr>
                <w:rFonts w:ascii="Corbel" w:hAnsi="Corbel"/>
                <w:sz w:val="24"/>
                <w:szCs w:val="24"/>
              </w:rPr>
              <w:t>Nazwy: pojęcie nazwy, desygnatu, treści, zakresu, podział nazw</w:t>
            </w:r>
            <w:r w:rsidR="0081783E">
              <w:rPr>
                <w:rFonts w:ascii="Corbel" w:hAnsi="Corbel"/>
                <w:sz w:val="24"/>
                <w:szCs w:val="24"/>
              </w:rPr>
              <w:t>,</w:t>
            </w:r>
            <w:r w:rsidRPr="00D80073">
              <w:rPr>
                <w:rFonts w:ascii="Corbel" w:hAnsi="Corbel"/>
                <w:sz w:val="24"/>
                <w:szCs w:val="24"/>
              </w:rPr>
              <w:t xml:space="preserve"> relacje między zakresami </w:t>
            </w:r>
          </w:p>
          <w:p w:rsidR="0085747A" w:rsidRPr="009C54AE" w:rsidRDefault="0081783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dwóch naz</w:t>
            </w:r>
            <w:r w:rsidR="00D80073" w:rsidRPr="00D80073">
              <w:rPr>
                <w:rFonts w:ascii="Corbel" w:hAnsi="Corbel"/>
                <w:sz w:val="24"/>
                <w:szCs w:val="24"/>
              </w:rPr>
              <w:t>w</w:t>
            </w:r>
            <w:r w:rsidR="0047131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D35B65" w:rsidRDefault="00D35B6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35B65">
              <w:rPr>
                <w:rFonts w:ascii="Corbel" w:hAnsi="Corbel"/>
                <w:sz w:val="24"/>
                <w:szCs w:val="24"/>
              </w:rPr>
              <w:t xml:space="preserve">Wprowadzenie do teorii uzasadniania twierdzeń: uzasadnianie bezpośrednie i pośrednie , czyli </w:t>
            </w:r>
          </w:p>
          <w:p w:rsidR="00D35B65" w:rsidRDefault="00D35B6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35B65">
              <w:rPr>
                <w:rFonts w:ascii="Corbel" w:hAnsi="Corbel"/>
                <w:sz w:val="24"/>
                <w:szCs w:val="24"/>
              </w:rPr>
              <w:t>wnioskowanie. Rodzaje wnioskowań:  nie</w:t>
            </w:r>
            <w:r>
              <w:rPr>
                <w:rFonts w:ascii="Corbel" w:hAnsi="Corbel"/>
                <w:sz w:val="24"/>
                <w:szCs w:val="24"/>
              </w:rPr>
              <w:t xml:space="preserve">zawodne i  zawodne (z analogii, </w:t>
            </w:r>
            <w:r w:rsidRPr="00D35B65">
              <w:rPr>
                <w:rFonts w:ascii="Corbel" w:hAnsi="Corbel"/>
                <w:sz w:val="24"/>
                <w:szCs w:val="24"/>
              </w:rPr>
              <w:t>redukcyjne,</w:t>
            </w:r>
          </w:p>
          <w:p w:rsidR="0085747A" w:rsidRPr="009C54AE" w:rsidRDefault="00D35B6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35B65">
              <w:rPr>
                <w:rFonts w:ascii="Corbel" w:hAnsi="Corbel"/>
                <w:sz w:val="24"/>
                <w:szCs w:val="24"/>
              </w:rPr>
              <w:t>indukcyjne, kanony Milla). Błędy we wnioskowaniu.</w:t>
            </w:r>
          </w:p>
        </w:tc>
      </w:tr>
      <w:tr w:rsidR="007B010D" w:rsidRPr="009C54AE" w:rsidTr="00923D7D">
        <w:tc>
          <w:tcPr>
            <w:tcW w:w="9639" w:type="dxa"/>
          </w:tcPr>
          <w:p w:rsidR="00AB4FD8" w:rsidRDefault="0047131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rachunku zdań: zdanie</w:t>
            </w:r>
            <w:r w:rsidR="00AB4FD8" w:rsidRPr="00AB4FD8">
              <w:rPr>
                <w:rFonts w:ascii="Corbel" w:hAnsi="Corbel"/>
                <w:sz w:val="24"/>
                <w:szCs w:val="24"/>
              </w:rPr>
              <w:t xml:space="preserve"> logiczne, funkcja zdaniowa, funktory prawdziwościowe. </w:t>
            </w:r>
          </w:p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 xml:space="preserve">Metoda matrycowa sprawdzania prawdziwości funkcji zdaniowej.  Zapisywanie rozumowania </w:t>
            </w:r>
          </w:p>
          <w:p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w sposób symboliczny.</w:t>
            </w:r>
          </w:p>
        </w:tc>
      </w:tr>
      <w:tr w:rsidR="007B010D" w:rsidRPr="009C54AE" w:rsidTr="00923D7D">
        <w:tc>
          <w:tcPr>
            <w:tcW w:w="9639" w:type="dxa"/>
          </w:tcPr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 xml:space="preserve">Podstawy rachunku nazw: rodzaje klasycznych zdań kategorycznych. Rodzaje wnioskowań: </w:t>
            </w:r>
          </w:p>
          <w:p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konwersja, obwersja, kontrapozycja, opozycja zdań, klasyczny sylogizm kategoryczny.</w:t>
            </w:r>
          </w:p>
        </w:tc>
      </w:tr>
      <w:tr w:rsidR="007B010D" w:rsidRPr="009C54AE" w:rsidTr="00923D7D">
        <w:tc>
          <w:tcPr>
            <w:tcW w:w="9639" w:type="dxa"/>
          </w:tcPr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Definicje: pojęcie i rodza</w:t>
            </w:r>
            <w:r w:rsidR="0081783E">
              <w:rPr>
                <w:rFonts w:ascii="Corbel" w:hAnsi="Corbel"/>
                <w:sz w:val="24"/>
                <w:szCs w:val="24"/>
              </w:rPr>
              <w:t>je definicji  (realna i nominal</w:t>
            </w:r>
            <w:r w:rsidRPr="00AB4FD8">
              <w:rPr>
                <w:rFonts w:ascii="Corbel" w:hAnsi="Corbel"/>
                <w:sz w:val="24"/>
                <w:szCs w:val="24"/>
              </w:rPr>
              <w:t>na, równościowa i nierówno</w:t>
            </w:r>
            <w:r>
              <w:rPr>
                <w:rFonts w:ascii="Corbel" w:hAnsi="Corbel"/>
                <w:sz w:val="24"/>
                <w:szCs w:val="24"/>
              </w:rPr>
              <w:t>ściowa,</w:t>
            </w:r>
          </w:p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 xml:space="preserve">klasyczne i nieklasyczne, wyraźne i kontekstowe, sprawozdawcze i projektujące).  Błędy </w:t>
            </w:r>
          </w:p>
          <w:p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w definiowaniu</w:t>
            </w:r>
            <w:r w:rsidR="0047131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B010D" w:rsidRPr="009C54AE" w:rsidTr="00923D7D">
        <w:tc>
          <w:tcPr>
            <w:tcW w:w="9639" w:type="dxa"/>
          </w:tcPr>
          <w:p w:rsidR="00AB4FD8" w:rsidRDefault="00CF021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Podział logiczny;</w:t>
            </w:r>
            <w:r w:rsidR="00AB4FD8" w:rsidRPr="00AB4FD8">
              <w:rPr>
                <w:rFonts w:ascii="Corbel" w:hAnsi="Corbel"/>
                <w:sz w:val="24"/>
                <w:szCs w:val="24"/>
              </w:rPr>
              <w:t xml:space="preserve"> pojęcie podzi</w:t>
            </w:r>
            <w:r w:rsidR="0081783E">
              <w:rPr>
                <w:rFonts w:ascii="Corbel" w:hAnsi="Corbel"/>
                <w:sz w:val="24"/>
                <w:szCs w:val="24"/>
              </w:rPr>
              <w:t>ału, rodzaje podziałów (</w:t>
            </w:r>
            <w:r w:rsidR="00AB4FD8" w:rsidRPr="00AB4FD8">
              <w:rPr>
                <w:rFonts w:ascii="Corbel" w:hAnsi="Corbel"/>
                <w:sz w:val="24"/>
                <w:szCs w:val="24"/>
              </w:rPr>
              <w:t xml:space="preserve">naturalne i sztuczne, podział </w:t>
            </w:r>
          </w:p>
          <w:p w:rsidR="00AB4FD8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dychotomiczny,  klasyfikacja, typologia). Podstawowe błędy spotykane w procesie podziału</w:t>
            </w:r>
          </w:p>
          <w:p w:rsidR="007B010D" w:rsidRPr="007B010D" w:rsidRDefault="00AB4FD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4FD8">
              <w:rPr>
                <w:rFonts w:ascii="Corbel" w:hAnsi="Corbel"/>
                <w:sz w:val="24"/>
                <w:szCs w:val="24"/>
              </w:rPr>
              <w:t>logicznego.</w:t>
            </w:r>
          </w:p>
        </w:tc>
      </w:tr>
      <w:tr w:rsidR="007B010D" w:rsidRPr="009C54AE" w:rsidTr="00923D7D">
        <w:tc>
          <w:tcPr>
            <w:tcW w:w="9639" w:type="dxa"/>
          </w:tcPr>
          <w:p w:rsidR="00E91218" w:rsidRPr="00226E1D" w:rsidRDefault="00E91218" w:rsidP="00226E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1218">
              <w:rPr>
                <w:rFonts w:ascii="Corbel" w:hAnsi="Corbel"/>
                <w:sz w:val="24"/>
                <w:szCs w:val="24"/>
              </w:rPr>
              <w:t>Normy postępowania: pojęcie z</w:t>
            </w:r>
            <w:r w:rsidR="0081783E">
              <w:rPr>
                <w:rFonts w:ascii="Corbel" w:hAnsi="Corbel"/>
                <w:sz w:val="24"/>
                <w:szCs w:val="24"/>
              </w:rPr>
              <w:t>achowania się , co to jest norma</w:t>
            </w:r>
            <w:r w:rsidRPr="00E91218">
              <w:rPr>
                <w:rFonts w:ascii="Corbel" w:hAnsi="Corbel"/>
                <w:sz w:val="24"/>
                <w:szCs w:val="24"/>
              </w:rPr>
              <w:t xml:space="preserve"> postępowania, budowa normy</w:t>
            </w:r>
            <w:r w:rsidR="00226E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26E1D">
              <w:rPr>
                <w:rFonts w:ascii="Corbel" w:hAnsi="Corbel"/>
                <w:sz w:val="24"/>
                <w:szCs w:val="24"/>
              </w:rPr>
              <w:t xml:space="preserve">postępowania, podział norm postępowania (generalne i indywidualne, konkretne </w:t>
            </w:r>
          </w:p>
          <w:p w:rsidR="007B010D" w:rsidRPr="007B010D" w:rsidRDefault="00E9121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91218">
              <w:rPr>
                <w:rFonts w:ascii="Corbel" w:hAnsi="Corbel"/>
                <w:sz w:val="24"/>
                <w:szCs w:val="24"/>
              </w:rPr>
              <w:t xml:space="preserve">i abstrakcyjne, </w:t>
            </w:r>
            <w:proofErr w:type="spellStart"/>
            <w:r w:rsidRPr="00E91218">
              <w:rPr>
                <w:rFonts w:ascii="Corbel" w:hAnsi="Corbel"/>
                <w:sz w:val="24"/>
                <w:szCs w:val="24"/>
              </w:rPr>
              <w:t>tetyczne</w:t>
            </w:r>
            <w:proofErr w:type="spellEnd"/>
            <w:r w:rsidRPr="00E91218">
              <w:rPr>
                <w:rFonts w:ascii="Corbel" w:hAnsi="Corbel"/>
                <w:sz w:val="24"/>
                <w:szCs w:val="24"/>
              </w:rPr>
              <w:t xml:space="preserve"> i aksjologiczne)</w:t>
            </w:r>
            <w:r w:rsidR="0047131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Pr="002F5F3A" w:rsidRDefault="003D366C" w:rsidP="00471310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 </w:t>
      </w:r>
      <w:r w:rsidR="00471310" w:rsidRPr="00471310">
        <w:rPr>
          <w:rFonts w:ascii="Corbel" w:hAnsi="Corbel"/>
          <w:b w:val="0"/>
          <w:smallCaps w:val="0"/>
          <w:szCs w:val="24"/>
        </w:rPr>
        <w:t>z prezentacją multimedialną, analiza przypadków, rozwiązywanie zadań, dyskusja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47131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1310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75BD7" w:rsidRDefault="00494452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4452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85747A" w:rsidRPr="009C54AE" w:rsidRDefault="003D366C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47131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71310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85747A" w:rsidRPr="009C54AE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85747A" w:rsidRPr="009C54AE" w:rsidRDefault="003D366C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75BD7" w:rsidRPr="00275BD7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5BD7" w:rsidRPr="00275BD7" w:rsidRDefault="003D366C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75BD7" w:rsidRPr="00275BD7" w:rsidRDefault="00CD4CCB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5BD7" w:rsidRPr="00275BD7" w:rsidRDefault="003D366C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75BD7" w:rsidRPr="00275BD7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5BD7" w:rsidRPr="00275BD7" w:rsidRDefault="003D366C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4C121F" w:rsidRPr="009C54AE" w:rsidTr="00C05F44">
        <w:tc>
          <w:tcPr>
            <w:tcW w:w="1985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121F" w:rsidRPr="004C121F" w:rsidRDefault="00494452" w:rsidP="003D36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4452">
              <w:rPr>
                <w:rFonts w:ascii="Corbel" w:hAnsi="Corbel"/>
                <w:b w:val="0"/>
                <w:szCs w:val="24"/>
              </w:rPr>
              <w:t xml:space="preserve">obserwacja w trakcie </w:t>
            </w:r>
            <w:r w:rsidR="003D366C">
              <w:rPr>
                <w:rFonts w:ascii="Corbel" w:hAnsi="Corbel"/>
                <w:b w:val="0"/>
                <w:szCs w:val="24"/>
              </w:rPr>
              <w:t>zajęć</w:t>
            </w:r>
          </w:p>
        </w:tc>
        <w:tc>
          <w:tcPr>
            <w:tcW w:w="2126" w:type="dxa"/>
          </w:tcPr>
          <w:p w:rsidR="004C121F" w:rsidRPr="004C121F" w:rsidRDefault="003D36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D4CCB" w:rsidRPr="009C54AE" w:rsidTr="00C05F44">
        <w:tc>
          <w:tcPr>
            <w:tcW w:w="1985" w:type="dxa"/>
          </w:tcPr>
          <w:p w:rsidR="00CD4CCB" w:rsidRPr="004C121F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CD4CCB" w:rsidRPr="00CD4CCB" w:rsidRDefault="00494452" w:rsidP="003D36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4452">
              <w:rPr>
                <w:rFonts w:ascii="Corbel" w:hAnsi="Corbel"/>
                <w:b w:val="0"/>
                <w:szCs w:val="24"/>
              </w:rPr>
              <w:t xml:space="preserve">obserwacja w trakcie </w:t>
            </w:r>
            <w:r w:rsidR="003D366C">
              <w:rPr>
                <w:rFonts w:ascii="Corbel" w:hAnsi="Corbel"/>
                <w:b w:val="0"/>
                <w:szCs w:val="24"/>
              </w:rPr>
              <w:t>zajęć</w:t>
            </w:r>
          </w:p>
        </w:tc>
        <w:tc>
          <w:tcPr>
            <w:tcW w:w="2126" w:type="dxa"/>
          </w:tcPr>
          <w:p w:rsidR="00CD4CCB" w:rsidRPr="00CD4CCB" w:rsidRDefault="003D36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D4CCB" w:rsidRPr="009C54AE" w:rsidTr="00C05F44">
        <w:tc>
          <w:tcPr>
            <w:tcW w:w="1985" w:type="dxa"/>
          </w:tcPr>
          <w:p w:rsidR="00CD4CCB" w:rsidRPr="00CD4CCB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CD4CCB" w:rsidRPr="00CD4CCB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CD4CCB" w:rsidRPr="00CD4CCB" w:rsidRDefault="003D366C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D4CCB" w:rsidRPr="009C54AE" w:rsidTr="00C05F44">
        <w:tc>
          <w:tcPr>
            <w:tcW w:w="1985" w:type="dxa"/>
          </w:tcPr>
          <w:p w:rsidR="00CD4CCB" w:rsidRPr="00CD4CCB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CD4CCB" w:rsidRPr="00CD4CCB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CD4CCB" w:rsidRPr="00CD4CCB" w:rsidRDefault="003D366C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CD4CCB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3D366C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3D366C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lastRenderedPageBreak/>
              <w:t>EK_12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3D366C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3D366C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:rsidR="002776F9" w:rsidRPr="002776F9" w:rsidRDefault="003D366C" w:rsidP="004944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:rsidR="002776F9" w:rsidRPr="002776F9" w:rsidRDefault="00494452" w:rsidP="003D36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4452">
              <w:rPr>
                <w:rFonts w:ascii="Corbel" w:hAnsi="Corbel"/>
                <w:b w:val="0"/>
                <w:szCs w:val="24"/>
              </w:rPr>
              <w:t xml:space="preserve">obserwacja w trakcie </w:t>
            </w:r>
            <w:r w:rsidR="003D366C">
              <w:rPr>
                <w:rFonts w:ascii="Corbel" w:hAnsi="Corbel"/>
                <w:b w:val="0"/>
                <w:szCs w:val="24"/>
              </w:rPr>
              <w:t>zajęć</w:t>
            </w:r>
          </w:p>
        </w:tc>
        <w:tc>
          <w:tcPr>
            <w:tcW w:w="2126" w:type="dxa"/>
          </w:tcPr>
          <w:p w:rsidR="002776F9" w:rsidRPr="002776F9" w:rsidRDefault="003D36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:rsidR="002776F9" w:rsidRPr="002776F9" w:rsidRDefault="00494452" w:rsidP="003D36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4452">
              <w:rPr>
                <w:rFonts w:ascii="Corbel" w:hAnsi="Corbel"/>
                <w:b w:val="0"/>
                <w:szCs w:val="24"/>
              </w:rPr>
              <w:t xml:space="preserve">obserwacja w trakcie </w:t>
            </w:r>
            <w:r w:rsidR="003D366C">
              <w:rPr>
                <w:rFonts w:ascii="Corbel" w:hAnsi="Corbel"/>
                <w:b w:val="0"/>
                <w:szCs w:val="24"/>
              </w:rPr>
              <w:t>zajęć</w:t>
            </w:r>
          </w:p>
        </w:tc>
        <w:tc>
          <w:tcPr>
            <w:tcW w:w="2126" w:type="dxa"/>
          </w:tcPr>
          <w:p w:rsidR="002776F9" w:rsidRPr="002776F9" w:rsidRDefault="003D36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6F2292" w:rsidRPr="006F2292" w:rsidRDefault="006F2292" w:rsidP="006F22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 xml:space="preserve">Student uzyskuje zaliczenie z przedmiotu w oparciu o system punktowy, mający swoje odwzorowanie w skali ocen. </w:t>
            </w:r>
          </w:p>
          <w:p w:rsidR="006F2292" w:rsidRPr="006F2292" w:rsidRDefault="00493909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F2292" w:rsidRPr="006F2292">
              <w:rPr>
                <w:rFonts w:ascii="Corbel" w:hAnsi="Corbel"/>
                <w:b w:val="0"/>
                <w:smallCaps w:val="0"/>
                <w:szCs w:val="24"/>
              </w:rPr>
              <w:t>becność na co najmniej 50% wykładów w trakcie semestru; egzamin końcowy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ustna lub pisemna – </w:t>
            </w:r>
            <w:r w:rsidR="006F2292" w:rsidRPr="006F2292">
              <w:rPr>
                <w:rFonts w:ascii="Corbel" w:hAnsi="Corbel"/>
                <w:b w:val="0"/>
                <w:smallCaps w:val="0"/>
                <w:szCs w:val="24"/>
              </w:rPr>
              <w:t>pytania zamknięte + otwarte)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 ocena z</w:t>
            </w:r>
            <w:r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 uwzględni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eniem: obecności</w:t>
            </w:r>
            <w:r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zajęciach, przygotowania</w:t>
            </w:r>
            <w:r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 teoretyczne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go</w:t>
            </w:r>
            <w:r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zajęć, umiejętności i aktywności</w:t>
            </w:r>
            <w:r w:rsidRPr="004F4459">
              <w:rPr>
                <w:rFonts w:ascii="Corbel" w:hAnsi="Corbel"/>
                <w:b w:val="0"/>
                <w:smallCaps w:val="0"/>
                <w:szCs w:val="24"/>
              </w:rPr>
              <w:t xml:space="preserve">  studenta.</w:t>
            </w:r>
          </w:p>
          <w:p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Ocena wiedzy:</w:t>
            </w:r>
          </w:p>
          <w:p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90%-100%</w:t>
            </w:r>
          </w:p>
          <w:p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84%-89%</w:t>
            </w:r>
          </w:p>
          <w:p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77%-83%</w:t>
            </w:r>
          </w:p>
          <w:p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70%-76%</w:t>
            </w:r>
          </w:p>
          <w:p w:rsidR="006F2292" w:rsidRPr="006F2292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60%-69%</w:t>
            </w:r>
          </w:p>
          <w:p w:rsidR="0085747A" w:rsidRPr="009C54AE" w:rsidRDefault="006F2292" w:rsidP="006F229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292">
              <w:rPr>
                <w:rFonts w:ascii="Corbel" w:hAnsi="Corbel"/>
                <w:b w:val="0"/>
                <w:smallCaps w:val="0"/>
                <w:szCs w:val="24"/>
              </w:rPr>
              <w:t>2.0 – wykazuje znajomość każdej z treści kształcenia poniżej 60%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CF59FA" w:rsidP="00CF59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 xml:space="preserve"> </w:t>
            </w:r>
            <w:r w:rsidR="00DC6B2C">
              <w:rPr>
                <w:rFonts w:ascii="Corbel" w:hAnsi="Corbel"/>
                <w:sz w:val="24"/>
                <w:szCs w:val="24"/>
              </w:rPr>
              <w:t>–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1</w:t>
            </w:r>
            <w:r w:rsidR="008A56A3" w:rsidRPr="008A56A3"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1846E1" w:rsidRPr="001846E1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8A56A3" w:rsidRPr="008A56A3">
              <w:rPr>
                <w:rFonts w:ascii="Corbel" w:hAnsi="Corbel"/>
                <w:sz w:val="24"/>
                <w:szCs w:val="24"/>
              </w:rPr>
              <w:t>4 godz.</w:t>
            </w:r>
          </w:p>
          <w:p w:rsidR="00DC283B" w:rsidRPr="009C54AE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>Udział w egzaminie – 1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1846E1" w:rsidRPr="001846E1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 xml:space="preserve">Przygotowanie do wykładu – </w:t>
            </w:r>
            <w:r w:rsidR="00CF59FA">
              <w:rPr>
                <w:rFonts w:ascii="Corbel" w:hAnsi="Corbel"/>
                <w:sz w:val="24"/>
                <w:szCs w:val="24"/>
              </w:rPr>
              <w:t>20</w:t>
            </w:r>
            <w:r w:rsidR="00D91B33" w:rsidRPr="00D91B33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CD0FA3" w:rsidRPr="009C54AE" w:rsidRDefault="001846E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 xml:space="preserve">Przygotowanie do egzaminu – </w:t>
            </w:r>
            <w:r w:rsidR="00D91B33" w:rsidRPr="00D91B33">
              <w:rPr>
                <w:rFonts w:ascii="Corbel" w:hAnsi="Corbel"/>
                <w:sz w:val="24"/>
                <w:szCs w:val="24"/>
              </w:rPr>
              <w:t>60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F59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  <w:r w:rsidR="000C6998" w:rsidRPr="000C699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F59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63B5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63B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363B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2E2442" w:rsidRDefault="002E2442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63B5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63B5C" w:rsidRPr="00363B5C" w:rsidRDefault="00363B5C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1. S. Lewandowski, H.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Machińska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A. Malinowski, J.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Petzel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5,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LexisNexis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Warszawa 2009,</w:t>
            </w: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2. Z. Ziembiński,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 praktyczna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Wydanie XXV, Wydawnictwo Naukowe PWN, Warszawa 2002,</w:t>
            </w:r>
          </w:p>
          <w:p w:rsid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3.  A. Grabowski,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Przewodnik do ćwiczeń z logiki dla studentów prawa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III, Księgarnia Akademicka, Kraków 2000, </w:t>
            </w:r>
          </w:p>
          <w:p w:rsidR="00F32A13" w:rsidRPr="00F32A13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4.  A. Malinowski, M. Pełka, R. Brzeski,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Przewodnik do ćwiczeń z logiki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2,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LexisNexis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Warszawa 2007.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2E2442" w:rsidRDefault="002E2442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63B5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363B5C" w:rsidRPr="00363B5C" w:rsidRDefault="00363B5C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1. W. Wolter, M. Lipczyńska,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Elementy logiki. Wykład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Państwowe Wydawnictwo Naukowe, Warszawa 1973, </w:t>
            </w: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2. J.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Gregorowicz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Zarys logiki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Państwowe Wydawnictwo Naukowe, Warszawa 1962, </w:t>
            </w:r>
          </w:p>
          <w:p w:rsidR="002E2442" w:rsidRDefault="006D4925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Patryas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E2442"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Elementy logiki dla prawników</w:t>
            </w:r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Ars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boni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 et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aequi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, Poznań 1994,</w:t>
            </w:r>
          </w:p>
          <w:p w:rsidR="006510B5" w:rsidRPr="009A6EB8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4. Z.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Pinkalski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Logika. Testy i zadania</w:t>
            </w:r>
            <w:r w:rsidR="005A499C">
              <w:rPr>
                <w:rFonts w:ascii="Corbel" w:hAnsi="Corbel"/>
                <w:b w:val="0"/>
                <w:smallCaps w:val="0"/>
                <w:szCs w:val="24"/>
              </w:rPr>
              <w:t xml:space="preserve">, Oficyna 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>a Wolters Kluwer business, Warszawa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363B5C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40D4" w:rsidRDefault="000140D4" w:rsidP="00C16ABF">
      <w:pPr>
        <w:spacing w:after="0" w:line="240" w:lineRule="auto"/>
      </w:pPr>
      <w:r>
        <w:separator/>
      </w:r>
    </w:p>
  </w:endnote>
  <w:endnote w:type="continuationSeparator" w:id="0">
    <w:p w:rsidR="000140D4" w:rsidRDefault="000140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40D4" w:rsidRDefault="000140D4" w:rsidP="00C16ABF">
      <w:pPr>
        <w:spacing w:after="0" w:line="240" w:lineRule="auto"/>
      </w:pPr>
      <w:r>
        <w:separator/>
      </w:r>
    </w:p>
  </w:footnote>
  <w:footnote w:type="continuationSeparator" w:id="0">
    <w:p w:rsidR="000140D4" w:rsidRDefault="000140D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44078"/>
    <w:multiLevelType w:val="hybridMultilevel"/>
    <w:tmpl w:val="1B225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0D4"/>
    <w:rsid w:val="00015B8F"/>
    <w:rsid w:val="00022ECE"/>
    <w:rsid w:val="00042A51"/>
    <w:rsid w:val="00042D2E"/>
    <w:rsid w:val="00044C82"/>
    <w:rsid w:val="00065DBE"/>
    <w:rsid w:val="00070ED6"/>
    <w:rsid w:val="000742DC"/>
    <w:rsid w:val="00084C12"/>
    <w:rsid w:val="0008543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998"/>
    <w:rsid w:val="000D04B0"/>
    <w:rsid w:val="000F1C57"/>
    <w:rsid w:val="000F5615"/>
    <w:rsid w:val="001062CD"/>
    <w:rsid w:val="00124BFF"/>
    <w:rsid w:val="0012560E"/>
    <w:rsid w:val="00127108"/>
    <w:rsid w:val="00134B13"/>
    <w:rsid w:val="00135D8B"/>
    <w:rsid w:val="00140CAC"/>
    <w:rsid w:val="00146BC0"/>
    <w:rsid w:val="00146FC8"/>
    <w:rsid w:val="00153C41"/>
    <w:rsid w:val="00154381"/>
    <w:rsid w:val="001640A7"/>
    <w:rsid w:val="00164993"/>
    <w:rsid w:val="00164FA7"/>
    <w:rsid w:val="00166A03"/>
    <w:rsid w:val="001718A7"/>
    <w:rsid w:val="001737CF"/>
    <w:rsid w:val="00176083"/>
    <w:rsid w:val="001846E1"/>
    <w:rsid w:val="00185D56"/>
    <w:rsid w:val="00192F37"/>
    <w:rsid w:val="001A70D2"/>
    <w:rsid w:val="001C7314"/>
    <w:rsid w:val="001D657B"/>
    <w:rsid w:val="001D7B54"/>
    <w:rsid w:val="001E0209"/>
    <w:rsid w:val="001F2CA2"/>
    <w:rsid w:val="002144C0"/>
    <w:rsid w:val="0022477D"/>
    <w:rsid w:val="00226E1D"/>
    <w:rsid w:val="002278A9"/>
    <w:rsid w:val="002336F9"/>
    <w:rsid w:val="0024028F"/>
    <w:rsid w:val="00244ABC"/>
    <w:rsid w:val="00275BD7"/>
    <w:rsid w:val="002776F9"/>
    <w:rsid w:val="00281FF2"/>
    <w:rsid w:val="002857DE"/>
    <w:rsid w:val="00291567"/>
    <w:rsid w:val="002A22BF"/>
    <w:rsid w:val="002A2389"/>
    <w:rsid w:val="002A5265"/>
    <w:rsid w:val="002A671D"/>
    <w:rsid w:val="002A792D"/>
    <w:rsid w:val="002B4D55"/>
    <w:rsid w:val="002B5EA0"/>
    <w:rsid w:val="002B6119"/>
    <w:rsid w:val="002C1F06"/>
    <w:rsid w:val="002D3375"/>
    <w:rsid w:val="002D73D4"/>
    <w:rsid w:val="002E1D0F"/>
    <w:rsid w:val="002E2442"/>
    <w:rsid w:val="002F02A3"/>
    <w:rsid w:val="002F4ABE"/>
    <w:rsid w:val="002F5F3A"/>
    <w:rsid w:val="003018BA"/>
    <w:rsid w:val="0030395F"/>
    <w:rsid w:val="00305C92"/>
    <w:rsid w:val="003151C5"/>
    <w:rsid w:val="00321A88"/>
    <w:rsid w:val="00331979"/>
    <w:rsid w:val="003343CF"/>
    <w:rsid w:val="00346FE9"/>
    <w:rsid w:val="0034759A"/>
    <w:rsid w:val="003503F6"/>
    <w:rsid w:val="003530DD"/>
    <w:rsid w:val="00363B5C"/>
    <w:rsid w:val="00363F78"/>
    <w:rsid w:val="003915A9"/>
    <w:rsid w:val="003A0A5B"/>
    <w:rsid w:val="003A1176"/>
    <w:rsid w:val="003B7B86"/>
    <w:rsid w:val="003C0BAE"/>
    <w:rsid w:val="003C2731"/>
    <w:rsid w:val="003D18A9"/>
    <w:rsid w:val="003D366C"/>
    <w:rsid w:val="003D6CE2"/>
    <w:rsid w:val="003E1941"/>
    <w:rsid w:val="003E2FE6"/>
    <w:rsid w:val="003E49D5"/>
    <w:rsid w:val="003F205D"/>
    <w:rsid w:val="003F38C0"/>
    <w:rsid w:val="0041171F"/>
    <w:rsid w:val="0041413E"/>
    <w:rsid w:val="00414E3C"/>
    <w:rsid w:val="00422183"/>
    <w:rsid w:val="0042244A"/>
    <w:rsid w:val="0042745A"/>
    <w:rsid w:val="00430619"/>
    <w:rsid w:val="00431D5C"/>
    <w:rsid w:val="004362C6"/>
    <w:rsid w:val="00437FA2"/>
    <w:rsid w:val="00442B7C"/>
    <w:rsid w:val="00445970"/>
    <w:rsid w:val="00453D89"/>
    <w:rsid w:val="00461EFC"/>
    <w:rsid w:val="004652C2"/>
    <w:rsid w:val="004706D1"/>
    <w:rsid w:val="00471310"/>
    <w:rsid w:val="00471326"/>
    <w:rsid w:val="0047598D"/>
    <w:rsid w:val="004840FD"/>
    <w:rsid w:val="00490F7D"/>
    <w:rsid w:val="00491678"/>
    <w:rsid w:val="00493909"/>
    <w:rsid w:val="00494452"/>
    <w:rsid w:val="004968E2"/>
    <w:rsid w:val="004A3EEA"/>
    <w:rsid w:val="004A4D1F"/>
    <w:rsid w:val="004C121F"/>
    <w:rsid w:val="004C4439"/>
    <w:rsid w:val="004D5282"/>
    <w:rsid w:val="004F1551"/>
    <w:rsid w:val="004F4459"/>
    <w:rsid w:val="004F55A3"/>
    <w:rsid w:val="0050496F"/>
    <w:rsid w:val="00513B6F"/>
    <w:rsid w:val="00517C63"/>
    <w:rsid w:val="00526BD8"/>
    <w:rsid w:val="00527485"/>
    <w:rsid w:val="005363C4"/>
    <w:rsid w:val="00536BDE"/>
    <w:rsid w:val="00543ACC"/>
    <w:rsid w:val="0056696D"/>
    <w:rsid w:val="0058467D"/>
    <w:rsid w:val="00593805"/>
    <w:rsid w:val="0059484D"/>
    <w:rsid w:val="005A0855"/>
    <w:rsid w:val="005A133C"/>
    <w:rsid w:val="005A3196"/>
    <w:rsid w:val="005A499C"/>
    <w:rsid w:val="005B1A02"/>
    <w:rsid w:val="005C080F"/>
    <w:rsid w:val="005C55E5"/>
    <w:rsid w:val="005C696A"/>
    <w:rsid w:val="005E6E85"/>
    <w:rsid w:val="005F31D2"/>
    <w:rsid w:val="005F6F39"/>
    <w:rsid w:val="0060544D"/>
    <w:rsid w:val="0061029B"/>
    <w:rsid w:val="00617230"/>
    <w:rsid w:val="00621CE1"/>
    <w:rsid w:val="00627FC9"/>
    <w:rsid w:val="00647FA8"/>
    <w:rsid w:val="00650C5F"/>
    <w:rsid w:val="006510B5"/>
    <w:rsid w:val="00654934"/>
    <w:rsid w:val="006620D9"/>
    <w:rsid w:val="006662FB"/>
    <w:rsid w:val="00671958"/>
    <w:rsid w:val="00675843"/>
    <w:rsid w:val="00696477"/>
    <w:rsid w:val="006A36AF"/>
    <w:rsid w:val="006A6763"/>
    <w:rsid w:val="006D050F"/>
    <w:rsid w:val="006D4925"/>
    <w:rsid w:val="006D6139"/>
    <w:rsid w:val="006E5D65"/>
    <w:rsid w:val="006F1282"/>
    <w:rsid w:val="006F1FBC"/>
    <w:rsid w:val="006F2292"/>
    <w:rsid w:val="006F31E2"/>
    <w:rsid w:val="007036F2"/>
    <w:rsid w:val="00703E34"/>
    <w:rsid w:val="00706544"/>
    <w:rsid w:val="007072BA"/>
    <w:rsid w:val="0071620A"/>
    <w:rsid w:val="00724677"/>
    <w:rsid w:val="00725459"/>
    <w:rsid w:val="007327BD"/>
    <w:rsid w:val="00734608"/>
    <w:rsid w:val="00735EB6"/>
    <w:rsid w:val="00745302"/>
    <w:rsid w:val="0074539E"/>
    <w:rsid w:val="007461D6"/>
    <w:rsid w:val="00746EC8"/>
    <w:rsid w:val="00763BF1"/>
    <w:rsid w:val="00766FD4"/>
    <w:rsid w:val="00780546"/>
    <w:rsid w:val="0078168C"/>
    <w:rsid w:val="00787C2A"/>
    <w:rsid w:val="00790E27"/>
    <w:rsid w:val="0079291F"/>
    <w:rsid w:val="007A4022"/>
    <w:rsid w:val="007A6E6E"/>
    <w:rsid w:val="007B010D"/>
    <w:rsid w:val="007C3299"/>
    <w:rsid w:val="007C3BCC"/>
    <w:rsid w:val="007C4546"/>
    <w:rsid w:val="007D6E56"/>
    <w:rsid w:val="007F4155"/>
    <w:rsid w:val="0081554D"/>
    <w:rsid w:val="0081707E"/>
    <w:rsid w:val="0081783E"/>
    <w:rsid w:val="008449B3"/>
    <w:rsid w:val="008552A2"/>
    <w:rsid w:val="0085747A"/>
    <w:rsid w:val="008669CE"/>
    <w:rsid w:val="00884922"/>
    <w:rsid w:val="00885F64"/>
    <w:rsid w:val="008917F9"/>
    <w:rsid w:val="008A45F7"/>
    <w:rsid w:val="008A56A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511"/>
    <w:rsid w:val="00913914"/>
    <w:rsid w:val="00916188"/>
    <w:rsid w:val="00923D7D"/>
    <w:rsid w:val="00946C16"/>
    <w:rsid w:val="009508DF"/>
    <w:rsid w:val="00950DAC"/>
    <w:rsid w:val="00954A07"/>
    <w:rsid w:val="009813B8"/>
    <w:rsid w:val="00984486"/>
    <w:rsid w:val="00997F14"/>
    <w:rsid w:val="009A6EB8"/>
    <w:rsid w:val="009A78D9"/>
    <w:rsid w:val="009B6D7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FD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A52"/>
    <w:rsid w:val="00B3130B"/>
    <w:rsid w:val="00B40ADB"/>
    <w:rsid w:val="00B43B77"/>
    <w:rsid w:val="00B43E80"/>
    <w:rsid w:val="00B51EA2"/>
    <w:rsid w:val="00B5662E"/>
    <w:rsid w:val="00B607DB"/>
    <w:rsid w:val="00B639EA"/>
    <w:rsid w:val="00B64CD9"/>
    <w:rsid w:val="00B66529"/>
    <w:rsid w:val="00B70F05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464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E1"/>
    <w:rsid w:val="00C766DF"/>
    <w:rsid w:val="00C77E6E"/>
    <w:rsid w:val="00C87A9A"/>
    <w:rsid w:val="00C94B98"/>
    <w:rsid w:val="00CA2B96"/>
    <w:rsid w:val="00CA5089"/>
    <w:rsid w:val="00CA56E5"/>
    <w:rsid w:val="00CC4216"/>
    <w:rsid w:val="00CD0FA3"/>
    <w:rsid w:val="00CD4CCB"/>
    <w:rsid w:val="00CD6897"/>
    <w:rsid w:val="00CE5BAC"/>
    <w:rsid w:val="00CF021B"/>
    <w:rsid w:val="00CF25BE"/>
    <w:rsid w:val="00CF45C3"/>
    <w:rsid w:val="00CF59FA"/>
    <w:rsid w:val="00CF78ED"/>
    <w:rsid w:val="00D02B25"/>
    <w:rsid w:val="00D02EBA"/>
    <w:rsid w:val="00D17C3C"/>
    <w:rsid w:val="00D26B2C"/>
    <w:rsid w:val="00D352C9"/>
    <w:rsid w:val="00D35B65"/>
    <w:rsid w:val="00D425B2"/>
    <w:rsid w:val="00D428D6"/>
    <w:rsid w:val="00D552B2"/>
    <w:rsid w:val="00D608D1"/>
    <w:rsid w:val="00D74119"/>
    <w:rsid w:val="00D80073"/>
    <w:rsid w:val="00D8075B"/>
    <w:rsid w:val="00D8678B"/>
    <w:rsid w:val="00D8757E"/>
    <w:rsid w:val="00D905C6"/>
    <w:rsid w:val="00D91B33"/>
    <w:rsid w:val="00DA2114"/>
    <w:rsid w:val="00DB7F60"/>
    <w:rsid w:val="00DC283B"/>
    <w:rsid w:val="00DC6B2C"/>
    <w:rsid w:val="00DE09C0"/>
    <w:rsid w:val="00DE4A14"/>
    <w:rsid w:val="00DF320D"/>
    <w:rsid w:val="00DF71C8"/>
    <w:rsid w:val="00E129B8"/>
    <w:rsid w:val="00E17574"/>
    <w:rsid w:val="00E21E7D"/>
    <w:rsid w:val="00E22FBC"/>
    <w:rsid w:val="00E24BF5"/>
    <w:rsid w:val="00E25338"/>
    <w:rsid w:val="00E37FAF"/>
    <w:rsid w:val="00E51E44"/>
    <w:rsid w:val="00E63348"/>
    <w:rsid w:val="00E742AA"/>
    <w:rsid w:val="00E77E88"/>
    <w:rsid w:val="00E8107D"/>
    <w:rsid w:val="00E91218"/>
    <w:rsid w:val="00E960BB"/>
    <w:rsid w:val="00EA0CA6"/>
    <w:rsid w:val="00EA2074"/>
    <w:rsid w:val="00EA40E0"/>
    <w:rsid w:val="00EA4832"/>
    <w:rsid w:val="00EA4E9D"/>
    <w:rsid w:val="00EC2A2C"/>
    <w:rsid w:val="00EC4899"/>
    <w:rsid w:val="00ED03AB"/>
    <w:rsid w:val="00ED32D2"/>
    <w:rsid w:val="00EE32DE"/>
    <w:rsid w:val="00EE5457"/>
    <w:rsid w:val="00F070AB"/>
    <w:rsid w:val="00F17567"/>
    <w:rsid w:val="00F2203B"/>
    <w:rsid w:val="00F27A7B"/>
    <w:rsid w:val="00F32A13"/>
    <w:rsid w:val="00F339C3"/>
    <w:rsid w:val="00F526AF"/>
    <w:rsid w:val="00F617C3"/>
    <w:rsid w:val="00F7066B"/>
    <w:rsid w:val="00F8268D"/>
    <w:rsid w:val="00F83B28"/>
    <w:rsid w:val="00F95EAE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A739A"/>
  <w15:docId w15:val="{9B640AB3-783D-4715-946B-AD678052A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E3007B-46A3-4DB0-AB44-CA3EB85F4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1323</Words>
  <Characters>7942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8</cp:revision>
  <cp:lastPrinted>2019-02-06T12:12:00Z</cp:lastPrinted>
  <dcterms:created xsi:type="dcterms:W3CDTF">2022-01-21T11:35:00Z</dcterms:created>
  <dcterms:modified xsi:type="dcterms:W3CDTF">2022-11-29T10:31:00Z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